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A3829D4-1100-49E5-97A2-ADB4659CF34A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